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AEF" w:rsidRDefault="00B07AEF" w:rsidP="004774C0">
      <w:pPr>
        <w:jc w:val="center"/>
        <w:rPr>
          <w:lang w:bidi="ar-JO"/>
        </w:rPr>
      </w:pPr>
      <w:r>
        <w:rPr>
          <w:rFonts w:cs="Times New Roman"/>
          <w:sz w:val="28"/>
          <w:szCs w:val="28"/>
        </w:rPr>
        <w:br/>
      </w:r>
      <w:r w:rsidRPr="00E35FDA">
        <w:rPr>
          <w:rFonts w:cs="Times New Roman"/>
          <w:sz w:val="28"/>
          <w:szCs w:val="28"/>
        </w:rPr>
        <w:t>Class/Level :</w:t>
      </w:r>
      <w:r w:rsidRPr="00D25996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  6   </w:t>
      </w:r>
      <w:r w:rsidRPr="00D25996">
        <w:rPr>
          <w:rFonts w:cs="Times New Roman"/>
          <w:sz w:val="28"/>
          <w:szCs w:val="28"/>
        </w:rPr>
        <w:t xml:space="preserve">  grade </w:t>
      </w:r>
      <w:r w:rsidRPr="00E35FDA">
        <w:rPr>
          <w:rFonts w:cs="Times New Roman"/>
          <w:sz w:val="28"/>
          <w:szCs w:val="28"/>
        </w:rPr>
        <w:t xml:space="preserve">              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b w:val="0"/>
          <w:bCs w:val="0"/>
          <w:sz w:val="28"/>
          <w:szCs w:val="28"/>
        </w:rPr>
        <w:t xml:space="preserve">         </w:t>
      </w:r>
      <w:r>
        <w:rPr>
          <w:rFonts w:cs="Times New Roman"/>
          <w:sz w:val="28"/>
          <w:szCs w:val="28"/>
        </w:rPr>
        <w:t xml:space="preserve">                </w:t>
      </w:r>
      <w:r>
        <w:rPr>
          <w:rFonts w:cs="Times New Roman"/>
          <w:b w:val="0"/>
          <w:bCs w:val="0"/>
          <w:sz w:val="28"/>
          <w:szCs w:val="28"/>
        </w:rPr>
        <w:t xml:space="preserve">          </w:t>
      </w:r>
      <w:r w:rsidRPr="00E35FDA">
        <w:rPr>
          <w:rFonts w:cs="Times New Roman"/>
          <w:sz w:val="28"/>
          <w:szCs w:val="28"/>
        </w:rPr>
        <w:t xml:space="preserve">     Unit  :</w:t>
      </w:r>
      <w:r>
        <w:rPr>
          <w:rFonts w:cs="Times New Roman"/>
          <w:b w:val="0"/>
          <w:bCs w:val="0"/>
          <w:sz w:val="28"/>
          <w:szCs w:val="28"/>
        </w:rPr>
        <w:t xml:space="preserve"> 14                                                                </w:t>
      </w:r>
      <w:r>
        <w:rPr>
          <w:rFonts w:cs="Times New Roman"/>
          <w:sz w:val="28"/>
          <w:szCs w:val="28"/>
        </w:rPr>
        <w:t xml:space="preserve">       </w:t>
      </w:r>
      <w:r w:rsidRPr="00E35FDA">
        <w:rPr>
          <w:rFonts w:cs="Times New Roman"/>
          <w:sz w:val="28"/>
          <w:szCs w:val="28"/>
        </w:rPr>
        <w:t xml:space="preserve">             Pages :</w:t>
      </w:r>
      <w:r>
        <w:rPr>
          <w:rFonts w:cs="Times New Roman"/>
          <w:sz w:val="28"/>
          <w:szCs w:val="28"/>
        </w:rPr>
        <w:t>72-75</w:t>
      </w:r>
      <w:r w:rsidRPr="00D25996">
        <w:rPr>
          <w:rFonts w:cs="Times New Roman"/>
          <w:sz w:val="28"/>
          <w:szCs w:val="28"/>
        </w:rPr>
        <w:t xml:space="preserve"> </w:t>
      </w:r>
      <w:r>
        <w:rPr>
          <w:rFonts w:hint="cs"/>
          <w:rtl/>
          <w:lang w:bidi="ar-JO"/>
        </w:rPr>
        <w:t xml:space="preserve"> </w:t>
      </w:r>
      <w:r>
        <w:rPr>
          <w:rtl/>
          <w:lang w:bidi="ar-JO"/>
        </w:rPr>
        <w:br/>
      </w:r>
      <w:r>
        <w:rPr>
          <w:rFonts w:hint="cs"/>
          <w:rtl/>
          <w:lang w:bidi="ar-JO"/>
        </w:rPr>
        <w:br/>
      </w:r>
      <w:r>
        <w:rPr>
          <w:rFonts w:hint="cs"/>
          <w:rtl/>
          <w:lang w:bidi="ar-JO"/>
        </w:rPr>
        <w:br/>
      </w:r>
    </w:p>
    <w:tbl>
      <w:tblPr>
        <w:tblpPr w:leftFromText="180" w:rightFromText="180" w:vertAnchor="page" w:horzAnchor="margin" w:tblpXSpec="center" w:tblpY="2881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7"/>
        <w:gridCol w:w="2273"/>
        <w:gridCol w:w="2296"/>
        <w:gridCol w:w="2604"/>
        <w:gridCol w:w="2355"/>
      </w:tblGrid>
      <w:tr w:rsidR="00B07AEF" w:rsidRPr="00A21397" w:rsidTr="002F7F57">
        <w:trPr>
          <w:trHeight w:val="467"/>
        </w:trPr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B07AEF" w:rsidRPr="0014740A" w:rsidRDefault="00B07AEF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</w:rPr>
            </w:pPr>
            <w:r w:rsidRPr="0014740A">
              <w:rPr>
                <w:rFonts w:cs="Times New Roman"/>
                <w:sz w:val="32"/>
                <w:szCs w:val="32"/>
              </w:rPr>
              <w:t>Value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B07AEF" w:rsidRPr="0014740A" w:rsidRDefault="00B07AEF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</w:rPr>
            </w:pPr>
            <w:r w:rsidRPr="0014740A">
              <w:rPr>
                <w:rFonts w:cs="Times New Roman"/>
                <w:sz w:val="32"/>
                <w:szCs w:val="32"/>
              </w:rPr>
              <w:t>Vocabulary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B07AEF" w:rsidRPr="0014740A" w:rsidRDefault="00B07AEF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14740A">
              <w:rPr>
                <w:rFonts w:cs="Times New Roman"/>
                <w:sz w:val="32"/>
                <w:szCs w:val="32"/>
              </w:rPr>
              <w:t>Skills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B07AEF" w:rsidRPr="0014740A" w:rsidRDefault="00B07AEF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14740A">
              <w:rPr>
                <w:rFonts w:cs="Times New Roman"/>
                <w:sz w:val="28"/>
                <w:szCs w:val="28"/>
              </w:rPr>
              <w:t>Functions and Activities</w:t>
            </w:r>
            <w:r w:rsidRPr="0014740A">
              <w:rPr>
                <w:rFonts w:cs="Times New Roman"/>
                <w:sz w:val="32"/>
                <w:szCs w:val="32"/>
              </w:rPr>
              <w:t xml:space="preserve"> 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B07AEF" w:rsidRPr="0014740A" w:rsidRDefault="00B07AEF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  <w:lang w:bidi="ar-JO"/>
              </w:rPr>
            </w:pPr>
            <w:r w:rsidRPr="0014740A">
              <w:rPr>
                <w:rFonts w:cs="Times New Roman"/>
                <w:sz w:val="32"/>
                <w:szCs w:val="32"/>
              </w:rPr>
              <w:t>Structure</w:t>
            </w:r>
          </w:p>
        </w:tc>
      </w:tr>
      <w:tr w:rsidR="00B07AEF" w:rsidRPr="00A21397" w:rsidTr="0014740A">
        <w:trPr>
          <w:trHeight w:val="3872"/>
        </w:trPr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07AEF" w:rsidRPr="00D25996" w:rsidRDefault="00B07AEF" w:rsidP="004774C0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>Describing where people and things are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07AEF" w:rsidRPr="00D25996" w:rsidRDefault="00B07AEF" w:rsidP="004774C0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in front of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behind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next to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in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on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under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between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over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outside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07AEF" w:rsidRPr="00D25996" w:rsidRDefault="00B07AEF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B07AEF" w:rsidRPr="00D25996" w:rsidRDefault="00B07AEF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Reading _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 xml:space="preserve"> skim text for specific information</w:t>
            </w:r>
          </w:p>
          <w:p w:rsidR="00B07AEF" w:rsidRPr="00D25996" w:rsidRDefault="00B07AEF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B07AEF" w:rsidRDefault="00B07AEF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Writing _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>dictated sentences using correct punctuation</w:t>
            </w:r>
          </w:p>
          <w:p w:rsidR="00B07AEF" w:rsidRPr="00D25996" w:rsidRDefault="00B07AEF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B07AEF" w:rsidRPr="00D25996" w:rsidRDefault="00B07AEF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Speaking/Listening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_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>for comprehension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07AEF" w:rsidRPr="00D25996" w:rsidRDefault="00B07AEF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B07AEF" w:rsidRPr="00D25996" w:rsidRDefault="00B07AEF" w:rsidP="004774C0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-Describing where people and things are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07AEF" w:rsidRPr="00D25996" w:rsidRDefault="00B07AEF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B07AEF" w:rsidRPr="00D25996" w:rsidRDefault="00B07AEF" w:rsidP="004774C0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-Prepositions of place</w:t>
            </w:r>
          </w:p>
        </w:tc>
      </w:tr>
    </w:tbl>
    <w:p w:rsidR="00B07AEF" w:rsidRDefault="00B07AEF" w:rsidP="00CE3FC7"/>
    <w:sectPr w:rsidR="00B07AEF" w:rsidSect="0014740A">
      <w:headerReference w:type="default" r:id="rId6"/>
      <w:footerReference w:type="default" r:id="rId7"/>
      <w:pgSz w:w="16838" w:h="11906" w:orient="landscape"/>
      <w:pgMar w:top="720" w:right="720" w:bottom="720" w:left="72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60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753" w:rsidRDefault="009C0753" w:rsidP="009C0753">
      <w:pPr>
        <w:spacing w:after="0" w:line="240" w:lineRule="auto"/>
      </w:pPr>
      <w:r>
        <w:separator/>
      </w:r>
    </w:p>
  </w:endnote>
  <w:endnote w:type="continuationSeparator" w:id="0">
    <w:p w:rsidR="009C0753" w:rsidRDefault="009C0753" w:rsidP="009C0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40A" w:rsidRDefault="0014740A">
    <w:pPr>
      <w:pStyle w:val="a4"/>
    </w:pPr>
    <w:r w:rsidRPr="00A21397">
      <w:rPr>
        <w:sz w:val="28"/>
        <w:szCs w:val="28"/>
      </w:rPr>
      <w:t>From # QF71-1-49rev.a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753" w:rsidRDefault="009C0753" w:rsidP="009C0753">
      <w:pPr>
        <w:spacing w:after="0" w:line="240" w:lineRule="auto"/>
      </w:pPr>
      <w:r>
        <w:separator/>
      </w:r>
    </w:p>
  </w:footnote>
  <w:footnote w:type="continuationSeparator" w:id="0">
    <w:p w:rsidR="009C0753" w:rsidRDefault="009C0753" w:rsidP="009C07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FC7" w:rsidRDefault="00CE3FC7" w:rsidP="00CE3FC7">
    <w:pPr>
      <w:pStyle w:val="a3"/>
      <w:jc w:val="center"/>
      <w:rPr>
        <w:b w:val="0"/>
        <w:bCs w:val="0"/>
        <w:lang w:bidi="ar-JO"/>
      </w:rPr>
    </w:pPr>
    <w:r>
      <w:rPr>
        <w:rFonts w:cs="Times New Roman"/>
        <w:b w:val="0"/>
        <w:bCs w:val="0"/>
      </w:rPr>
      <w:t>Content Analysis</w:t>
    </w:r>
    <w:r>
      <w:rPr>
        <w:rFonts w:cs="Times New Roman"/>
        <w:b w:val="0"/>
        <w:bCs w:val="0"/>
      </w:rPr>
      <w:br/>
    </w:r>
    <w:r>
      <w:rPr>
        <w:rFonts w:cs="Times New Roman"/>
        <w:b w:val="0"/>
        <w:bCs w:val="0"/>
        <w:lang w:bidi="ar-JO"/>
      </w:rPr>
      <w:t>Better English Now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20"/>
  <w:drawingGridHorizontalSpacing w:val="22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4004"/>
    <w:rsid w:val="00137572"/>
    <w:rsid w:val="0014740A"/>
    <w:rsid w:val="001960A2"/>
    <w:rsid w:val="001F1BBD"/>
    <w:rsid w:val="00224DED"/>
    <w:rsid w:val="002C4955"/>
    <w:rsid w:val="00362EAD"/>
    <w:rsid w:val="003A79A0"/>
    <w:rsid w:val="0041748F"/>
    <w:rsid w:val="00463E20"/>
    <w:rsid w:val="004774C0"/>
    <w:rsid w:val="005802C4"/>
    <w:rsid w:val="005925D9"/>
    <w:rsid w:val="005E4227"/>
    <w:rsid w:val="00641604"/>
    <w:rsid w:val="00657C12"/>
    <w:rsid w:val="006761E8"/>
    <w:rsid w:val="006D2DD2"/>
    <w:rsid w:val="00703763"/>
    <w:rsid w:val="007774BB"/>
    <w:rsid w:val="007A29B2"/>
    <w:rsid w:val="008D7F9D"/>
    <w:rsid w:val="008E72A2"/>
    <w:rsid w:val="009551E2"/>
    <w:rsid w:val="0097273C"/>
    <w:rsid w:val="00993326"/>
    <w:rsid w:val="009C0753"/>
    <w:rsid w:val="00A54367"/>
    <w:rsid w:val="00B03F00"/>
    <w:rsid w:val="00B07AEF"/>
    <w:rsid w:val="00B6300C"/>
    <w:rsid w:val="00B74004"/>
    <w:rsid w:val="00BA0C4A"/>
    <w:rsid w:val="00C64A78"/>
    <w:rsid w:val="00C8223D"/>
    <w:rsid w:val="00CD10A1"/>
    <w:rsid w:val="00CE3FC7"/>
    <w:rsid w:val="00CE67F4"/>
    <w:rsid w:val="00D25996"/>
    <w:rsid w:val="00DC6F25"/>
    <w:rsid w:val="00E2655A"/>
    <w:rsid w:val="00EA4205"/>
    <w:rsid w:val="00F2334D"/>
    <w:rsid w:val="00F32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gency FB" w:eastAsiaTheme="minorHAnsi" w:hAnsi="Agency FB" w:cstheme="minorHAnsi"/>
        <w:b/>
        <w:bCs/>
        <w:sz w:val="44"/>
        <w:szCs w:val="4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20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74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14740A"/>
  </w:style>
  <w:style w:type="paragraph" w:styleId="a4">
    <w:name w:val="footer"/>
    <w:basedOn w:val="a"/>
    <w:link w:val="Char0"/>
    <w:uiPriority w:val="99"/>
    <w:semiHidden/>
    <w:unhideWhenUsed/>
    <w:rsid w:val="001474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14740A"/>
  </w:style>
  <w:style w:type="character" w:styleId="Hyperlink">
    <w:name w:val="Hyperlink"/>
    <w:basedOn w:val="a0"/>
    <w:uiPriority w:val="99"/>
    <w:unhideWhenUsed/>
    <w:rsid w:val="00CD10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2017\Desktop\&#1602;&#1575;&#1604;&#1576;%20&#1578;&#1581;&#1604;&#1610;&#1604;%20&#1605;&#1581;&#1578;&#1608;&#1609;%20&#1601;&#1575;&#1585;&#1594;.dotx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قالب تحليل محتوى فارغ</Template>
  <TotalTime>4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اسراء المومني</dc:creator>
  <cp:lastModifiedBy>اسراء المومني</cp:lastModifiedBy>
  <cp:revision>4</cp:revision>
  <cp:lastPrinted>2017-02-03T16:47:00Z</cp:lastPrinted>
  <dcterms:created xsi:type="dcterms:W3CDTF">2017-02-11T07:26:00Z</dcterms:created>
  <dcterms:modified xsi:type="dcterms:W3CDTF">2017-02-12T11:32:00Z</dcterms:modified>
</cp:coreProperties>
</file>